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1269C" w14:textId="77777777" w:rsidR="004D36D7" w:rsidRPr="00FD4A68" w:rsidRDefault="00F171EA" w:rsidP="00B47940">
      <w:pPr>
        <w:pStyle w:val="Title"/>
        <w:rPr>
          <w:rStyle w:val="LabTitleInstVersred"/>
          <w:b/>
          <w:color w:val="auto"/>
        </w:rPr>
      </w:pPr>
      <w:sdt>
        <w:sdtPr>
          <w:rPr>
            <w:b w:val="0"/>
            <w:color w:val="EE0000"/>
          </w:rPr>
          <w:alias w:val="Title"/>
          <w:tag w:val=""/>
          <w:id w:val="-487021785"/>
          <w:placeholder>
            <w:docPart w:val="19D3153000094414B9FFAFF8FE52C4F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A4C2B">
            <w:t>Lab - Extract an Executable from a PCAP</w:t>
          </w:r>
        </w:sdtContent>
      </w:sdt>
      <w:r w:rsidR="004D36D7" w:rsidRPr="00FD4A68">
        <w:t xml:space="preserve"> </w:t>
      </w:r>
      <w:r w:rsidR="00D84BDA" w:rsidRPr="00FD4A68">
        <w:rPr>
          <w:rStyle w:val="LabTitleInstVersred"/>
        </w:rPr>
        <w:t>(Instructor Version)</w:t>
      </w:r>
    </w:p>
    <w:p w14:paraId="0A62FA94"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233B352" w14:textId="77777777" w:rsidR="00D778DF" w:rsidRPr="00E70096" w:rsidRDefault="00D778DF" w:rsidP="00D452F4">
      <w:pPr>
        <w:pStyle w:val="Heading1"/>
      </w:pPr>
      <w:r w:rsidRPr="00E70096">
        <w:t>Objectives</w:t>
      </w:r>
    </w:p>
    <w:p w14:paraId="64730310" w14:textId="29AB9FC0" w:rsidR="00D9369D" w:rsidRPr="006E1756" w:rsidRDefault="00D9369D" w:rsidP="00D9369D">
      <w:pPr>
        <w:pStyle w:val="BodyTextL25Bold"/>
      </w:pPr>
      <w:r w:rsidRPr="006E1756">
        <w:t xml:space="preserve">Part 1: </w:t>
      </w:r>
      <w:r w:rsidR="005F2E32">
        <w:t>Analyze Pre-Captured Logs and Traffic Captures</w:t>
      </w:r>
    </w:p>
    <w:p w14:paraId="2B497872" w14:textId="60C308B4" w:rsidR="00D9369D" w:rsidRPr="0047026E" w:rsidRDefault="00D9369D" w:rsidP="00D9369D">
      <w:pPr>
        <w:pStyle w:val="BodyTextL25Bold"/>
      </w:pPr>
      <w:r w:rsidRPr="006E1756">
        <w:t xml:space="preserve">Part 2: </w:t>
      </w:r>
      <w:r w:rsidR="005F2E32">
        <w:t>Extract Downloaded Files from PCAP</w:t>
      </w:r>
    </w:p>
    <w:p w14:paraId="3C9E7C04" w14:textId="77777777" w:rsidR="00D778DF" w:rsidRDefault="00D778DF" w:rsidP="00D452F4">
      <w:pPr>
        <w:pStyle w:val="Heading1"/>
      </w:pPr>
      <w:r w:rsidRPr="00E70096">
        <w:t>Background / Scenario</w:t>
      </w:r>
    </w:p>
    <w:p w14:paraId="27086DB0" w14:textId="511A1248" w:rsidR="00D9369D" w:rsidRDefault="00D9369D" w:rsidP="00D9369D">
      <w:pPr>
        <w:pStyle w:val="BodyTextL25"/>
      </w:pPr>
      <w:bookmarkStart w:id="0" w:name="_Toc492961008"/>
      <w:bookmarkStart w:id="1" w:name="_Toc492974528"/>
      <w:bookmarkStart w:id="2" w:name="_Toc492974581"/>
      <w:bookmarkStart w:id="3" w:name="_Toc494171525"/>
      <w:r>
        <w:t>Looking at logs is very important</w:t>
      </w:r>
      <w:r w:rsidR="006E7CB2">
        <w:t>,</w:t>
      </w:r>
      <w:r>
        <w:t xml:space="preserve"> but it is also important to understand how network transactions happen at the packet level.</w:t>
      </w:r>
    </w:p>
    <w:p w14:paraId="0964B050" w14:textId="77777777" w:rsidR="00D9369D" w:rsidRDefault="00D9369D" w:rsidP="00D9369D">
      <w:pPr>
        <w:pStyle w:val="BodyTextL25"/>
      </w:pPr>
      <w:r>
        <w:t xml:space="preserve">In this lab, you will analyze the traffic in a previously captured </w:t>
      </w:r>
      <w:proofErr w:type="spellStart"/>
      <w:r>
        <w:t>pcap</w:t>
      </w:r>
      <w:proofErr w:type="spellEnd"/>
      <w:r>
        <w:t xml:space="preserve"> file and extract an executable from the file.</w:t>
      </w:r>
    </w:p>
    <w:bookmarkEnd w:id="0"/>
    <w:bookmarkEnd w:id="1"/>
    <w:bookmarkEnd w:id="2"/>
    <w:bookmarkEnd w:id="3"/>
    <w:p w14:paraId="76CCA974" w14:textId="77777777" w:rsidR="00D778DF" w:rsidRPr="00E70096" w:rsidRDefault="00D778DF" w:rsidP="00D452F4">
      <w:pPr>
        <w:pStyle w:val="Heading1"/>
      </w:pPr>
      <w:r w:rsidRPr="00E70096">
        <w:t>Required Resources</w:t>
      </w:r>
    </w:p>
    <w:p w14:paraId="5164E000" w14:textId="115929A1" w:rsidR="00D9369D" w:rsidRDefault="00D9369D" w:rsidP="00D9369D">
      <w:pPr>
        <w:pStyle w:val="Bulletlevel1"/>
        <w:numPr>
          <w:ilvl w:val="0"/>
          <w:numId w:val="10"/>
        </w:numPr>
        <w:spacing w:before="60" w:after="60" w:line="276" w:lineRule="auto"/>
      </w:pPr>
      <w:proofErr w:type="spellStart"/>
      <w:r>
        <w:t>CyberOps</w:t>
      </w:r>
      <w:proofErr w:type="spellEnd"/>
      <w:r>
        <w:t xml:space="preserve"> Workstation </w:t>
      </w:r>
      <w:r w:rsidR="00D31C83">
        <w:t>virtual machine</w:t>
      </w:r>
    </w:p>
    <w:p w14:paraId="2536FF79" w14:textId="77777777" w:rsidR="00125806" w:rsidRDefault="00125806" w:rsidP="00D452F4">
      <w:pPr>
        <w:pStyle w:val="Heading1"/>
      </w:pPr>
      <w:r>
        <w:t>Instructions</w:t>
      </w:r>
    </w:p>
    <w:p w14:paraId="5B53E02C" w14:textId="77777777" w:rsidR="00335AD2" w:rsidRPr="006E7CB2" w:rsidRDefault="00335AD2" w:rsidP="006E7CB2">
      <w:pPr>
        <w:pStyle w:val="Heading2"/>
      </w:pPr>
      <w:r w:rsidRPr="006E7CB2">
        <w:t>Analyze Pre-Captured Logs and Traffic Captures</w:t>
      </w:r>
    </w:p>
    <w:p w14:paraId="3BCBDEA3" w14:textId="592BF683" w:rsidR="00335AD2" w:rsidRPr="00E042B6" w:rsidRDefault="00335AD2" w:rsidP="00335AD2">
      <w:pPr>
        <w:pStyle w:val="BodyTextL25"/>
      </w:pPr>
      <w:r>
        <w:t xml:space="preserve">In Part 2, you will work with the </w:t>
      </w:r>
      <w:proofErr w:type="spellStart"/>
      <w:r>
        <w:rPr>
          <w:b/>
        </w:rPr>
        <w:t>nimda.d</w:t>
      </w:r>
      <w:r w:rsidRPr="00E042B6">
        <w:rPr>
          <w:b/>
        </w:rPr>
        <w:t>ownload.pcap</w:t>
      </w:r>
      <w:proofErr w:type="spellEnd"/>
      <w:r>
        <w:t xml:space="preserve"> file. Captured in a previous lab, </w:t>
      </w:r>
      <w:proofErr w:type="spellStart"/>
      <w:r>
        <w:rPr>
          <w:b/>
        </w:rPr>
        <w:t>nimda.d</w:t>
      </w:r>
      <w:r w:rsidRPr="00E042B6">
        <w:rPr>
          <w:b/>
        </w:rPr>
        <w:t>ownload.pcap</w:t>
      </w:r>
      <w:proofErr w:type="spellEnd"/>
      <w:r>
        <w:t xml:space="preserve"> contains the packets related to the download of the </w:t>
      </w:r>
      <w:proofErr w:type="spellStart"/>
      <w:r>
        <w:t>Nimda</w:t>
      </w:r>
      <w:proofErr w:type="spellEnd"/>
      <w:r>
        <w:t xml:space="preserve"> malware. Your version of the file, if you created it in the previous lab and did not reimport your </w:t>
      </w:r>
      <w:proofErr w:type="spellStart"/>
      <w:r>
        <w:t>CyberOps</w:t>
      </w:r>
      <w:proofErr w:type="spellEnd"/>
      <w:r>
        <w:t xml:space="preserve"> Workstation VM, is stored in the /home/analyst directory. However, a copy of that file is also stored in the </w:t>
      </w:r>
      <w:proofErr w:type="spellStart"/>
      <w:r w:rsidRPr="004058C0">
        <w:rPr>
          <w:b/>
        </w:rPr>
        <w:t>CyberOps</w:t>
      </w:r>
      <w:proofErr w:type="spellEnd"/>
      <w:r w:rsidRPr="004058C0">
        <w:rPr>
          <w:b/>
        </w:rPr>
        <w:t xml:space="preserve"> Workstation VM</w:t>
      </w:r>
      <w:r>
        <w:t xml:space="preserve">, under the </w:t>
      </w:r>
      <w:r w:rsidRPr="00E042B6">
        <w:rPr>
          <w:b/>
        </w:rPr>
        <w:t>/home/analyst/</w:t>
      </w:r>
      <w:proofErr w:type="spellStart"/>
      <w:r w:rsidRPr="00E042B6">
        <w:rPr>
          <w:b/>
        </w:rPr>
        <w:t>lab.support.files</w:t>
      </w:r>
      <w:proofErr w:type="spellEnd"/>
      <w:r w:rsidRPr="00E042B6">
        <w:rPr>
          <w:b/>
        </w:rPr>
        <w:t>/</w:t>
      </w:r>
      <w:proofErr w:type="spellStart"/>
      <w:r w:rsidRPr="00E042B6">
        <w:rPr>
          <w:b/>
        </w:rPr>
        <w:t>pcaps</w:t>
      </w:r>
      <w:proofErr w:type="spellEnd"/>
      <w:r>
        <w:rPr>
          <w:b/>
        </w:rPr>
        <w:t xml:space="preserve"> </w:t>
      </w:r>
      <w:r>
        <w:t>directory so that you can complete this lab</w:t>
      </w:r>
      <w:r w:rsidR="008E0387">
        <w:t>.</w:t>
      </w:r>
      <w:r>
        <w:t xml:space="preserve"> For consistency of output, the lab will use the stored version in the </w:t>
      </w:r>
      <w:proofErr w:type="spellStart"/>
      <w:r w:rsidRPr="00B84380">
        <w:rPr>
          <w:b/>
        </w:rPr>
        <w:t>pcaps</w:t>
      </w:r>
      <w:proofErr w:type="spellEnd"/>
      <w:r>
        <w:t xml:space="preserve"> directory.</w:t>
      </w:r>
    </w:p>
    <w:p w14:paraId="1728E736" w14:textId="77777777" w:rsidR="00335AD2" w:rsidRDefault="00335AD2" w:rsidP="00335AD2">
      <w:pPr>
        <w:pStyle w:val="BodyTextL25"/>
      </w:pPr>
      <w:r>
        <w:t xml:space="preserve">While </w:t>
      </w:r>
      <w:proofErr w:type="spellStart"/>
      <w:r w:rsidRPr="00AE16FE">
        <w:rPr>
          <w:b/>
        </w:rPr>
        <w:t>tcpdump</w:t>
      </w:r>
      <w:proofErr w:type="spellEnd"/>
      <w:r w:rsidRPr="00AC2348">
        <w:rPr>
          <w:rFonts w:ascii="Courier New" w:hAnsi="Courier New" w:cs="Courier New"/>
        </w:rPr>
        <w:t xml:space="preserve"> </w:t>
      </w:r>
      <w:r>
        <w:t xml:space="preserve">can be used to analyze captured files, </w:t>
      </w:r>
      <w:r w:rsidRPr="00AE16FE">
        <w:rPr>
          <w:b/>
        </w:rPr>
        <w:t>Wireshark’s</w:t>
      </w:r>
      <w:r>
        <w:t xml:space="preserve"> graphical interface makes the task much easier. It is also important to note that </w:t>
      </w:r>
      <w:proofErr w:type="spellStart"/>
      <w:r w:rsidRPr="00AE16FE">
        <w:rPr>
          <w:b/>
        </w:rPr>
        <w:t>tcpdump</w:t>
      </w:r>
      <w:proofErr w:type="spellEnd"/>
      <w:r w:rsidRPr="007704BE">
        <w:t xml:space="preserve"> </w:t>
      </w:r>
      <w:r>
        <w:t xml:space="preserve">and </w:t>
      </w:r>
      <w:r w:rsidRPr="00AE16FE">
        <w:rPr>
          <w:b/>
        </w:rPr>
        <w:t>Wireshark</w:t>
      </w:r>
      <w:r w:rsidRPr="00AC2348">
        <w:rPr>
          <w:rFonts w:ascii="Courier New" w:hAnsi="Courier New" w:cs="Courier New"/>
        </w:rPr>
        <w:t xml:space="preserve"> </w:t>
      </w:r>
      <w:r>
        <w:t>share the same file format for packet captures; therefore, PCAP files created by one tool can be opened by the other.</w:t>
      </w:r>
    </w:p>
    <w:p w14:paraId="173ACDD9" w14:textId="77777777" w:rsidR="00335AD2" w:rsidRDefault="00335AD2" w:rsidP="00335AD2">
      <w:pPr>
        <w:pStyle w:val="SubStepAlpha"/>
      </w:pPr>
      <w:r w:rsidRPr="004058C0">
        <w:t>Change</w:t>
      </w:r>
      <w:r>
        <w:t xml:space="preserve"> directory to the </w:t>
      </w:r>
      <w:proofErr w:type="spellStart"/>
      <w:r w:rsidRPr="004058C0">
        <w:rPr>
          <w:b/>
        </w:rPr>
        <w:t>lab.support.files</w:t>
      </w:r>
      <w:proofErr w:type="spellEnd"/>
      <w:r w:rsidRPr="004058C0">
        <w:rPr>
          <w:b/>
        </w:rPr>
        <w:t>/</w:t>
      </w:r>
      <w:proofErr w:type="spellStart"/>
      <w:r w:rsidRPr="004058C0">
        <w:rPr>
          <w:b/>
        </w:rPr>
        <w:t>pcaps</w:t>
      </w:r>
      <w:proofErr w:type="spellEnd"/>
      <w:r>
        <w:t xml:space="preserve"> folder, and get a listing of files using the </w:t>
      </w:r>
      <w:r w:rsidRPr="007704BE">
        <w:rPr>
          <w:b/>
        </w:rPr>
        <w:t>ls –l</w:t>
      </w:r>
      <w:r>
        <w:t xml:space="preserve"> command.</w:t>
      </w:r>
    </w:p>
    <w:p w14:paraId="45F7BF65" w14:textId="77777777" w:rsidR="00335AD2" w:rsidRPr="00C94BD4" w:rsidRDefault="00335AD2" w:rsidP="00335AD2">
      <w:pPr>
        <w:pStyle w:val="CMD"/>
      </w:pPr>
      <w:r>
        <w:t>[</w:t>
      </w:r>
      <w:proofErr w:type="spellStart"/>
      <w:r>
        <w:t>analyst@secOps</w:t>
      </w:r>
      <w:proofErr w:type="spellEnd"/>
      <w:r>
        <w:t xml:space="preserve"> ~]$ </w:t>
      </w:r>
      <w:r w:rsidRPr="007704BE">
        <w:rPr>
          <w:b/>
        </w:rPr>
        <w:t xml:space="preserve">cd </w:t>
      </w:r>
      <w:proofErr w:type="spellStart"/>
      <w:r w:rsidRPr="007704BE">
        <w:rPr>
          <w:b/>
        </w:rPr>
        <w:t>lab.support.files</w:t>
      </w:r>
      <w:proofErr w:type="spellEnd"/>
      <w:r w:rsidRPr="007704BE">
        <w:rPr>
          <w:b/>
        </w:rPr>
        <w:t>/</w:t>
      </w:r>
      <w:proofErr w:type="spellStart"/>
      <w:r w:rsidRPr="007704BE">
        <w:rPr>
          <w:b/>
        </w:rPr>
        <w:t>pcaps</w:t>
      </w:r>
      <w:proofErr w:type="spellEnd"/>
    </w:p>
    <w:p w14:paraId="4C765D0F" w14:textId="77777777" w:rsidR="00335AD2" w:rsidRPr="00B84380" w:rsidRDefault="00335AD2" w:rsidP="00335AD2">
      <w:pPr>
        <w:pStyle w:val="CMD"/>
        <w:rPr>
          <w:b/>
        </w:rPr>
      </w:pPr>
      <w:r w:rsidRPr="00B84380">
        <w:t>[</w:t>
      </w:r>
      <w:proofErr w:type="spellStart"/>
      <w:r w:rsidRPr="00B84380">
        <w:t>analyst@secOps</w:t>
      </w:r>
      <w:proofErr w:type="spellEnd"/>
      <w:r w:rsidRPr="00B84380">
        <w:t xml:space="preserve"> </w:t>
      </w:r>
      <w:proofErr w:type="spellStart"/>
      <w:r w:rsidRPr="00B84380">
        <w:t>pcaps</w:t>
      </w:r>
      <w:proofErr w:type="spellEnd"/>
      <w:r w:rsidRPr="00B84380">
        <w:t xml:space="preserve">]$ </w:t>
      </w:r>
      <w:r w:rsidRPr="00B84380">
        <w:rPr>
          <w:b/>
        </w:rPr>
        <w:t>ls -l</w:t>
      </w:r>
    </w:p>
    <w:p w14:paraId="73DCDA58" w14:textId="77777777" w:rsidR="00335AD2" w:rsidRDefault="00335AD2" w:rsidP="00335AD2">
      <w:pPr>
        <w:pStyle w:val="CMDOutput"/>
      </w:pPr>
      <w:r>
        <w:t>total 7460</w:t>
      </w:r>
    </w:p>
    <w:p w14:paraId="7AB15043" w14:textId="77777777" w:rsidR="00335AD2" w:rsidRDefault="00335AD2" w:rsidP="00335AD2">
      <w:pPr>
        <w:pStyle w:val="CMDOutput"/>
      </w:pPr>
      <w:r>
        <w:t>-</w:t>
      </w:r>
      <w:proofErr w:type="spellStart"/>
      <w:r>
        <w:t>rw</w:t>
      </w:r>
      <w:proofErr w:type="spellEnd"/>
      <w:r>
        <w:t xml:space="preserve">-r--r-- 1 analyst </w:t>
      </w:r>
      <w:proofErr w:type="spellStart"/>
      <w:r>
        <w:t>analyst</w:t>
      </w:r>
      <w:proofErr w:type="spellEnd"/>
      <w:r>
        <w:t xml:space="preserve"> 3510551 Aug  7 15:25 </w:t>
      </w:r>
      <w:proofErr w:type="spellStart"/>
      <w:r>
        <w:t>lab_prep.pcap</w:t>
      </w:r>
      <w:proofErr w:type="spellEnd"/>
    </w:p>
    <w:p w14:paraId="7F610290" w14:textId="77777777" w:rsidR="00335AD2" w:rsidRDefault="00335AD2" w:rsidP="00335AD2">
      <w:pPr>
        <w:pStyle w:val="CMDOutput"/>
      </w:pPr>
      <w:r w:rsidRPr="00B84380">
        <w:rPr>
          <w:highlight w:val="yellow"/>
        </w:rPr>
        <w:t>-</w:t>
      </w:r>
      <w:proofErr w:type="spellStart"/>
      <w:r w:rsidRPr="00B84380">
        <w:rPr>
          <w:highlight w:val="yellow"/>
        </w:rPr>
        <w:t>rw</w:t>
      </w:r>
      <w:proofErr w:type="spellEnd"/>
      <w:r w:rsidRPr="00B84380">
        <w:rPr>
          <w:highlight w:val="yellow"/>
        </w:rPr>
        <w:t xml:space="preserve">-r--r-- 1 analyst </w:t>
      </w:r>
      <w:proofErr w:type="spellStart"/>
      <w:r w:rsidRPr="00B84380">
        <w:rPr>
          <w:highlight w:val="yellow"/>
        </w:rPr>
        <w:t>analyst</w:t>
      </w:r>
      <w:proofErr w:type="spellEnd"/>
      <w:r w:rsidRPr="00B84380">
        <w:rPr>
          <w:highlight w:val="yellow"/>
        </w:rPr>
        <w:t xml:space="preserve">  371462 Jun 22 10:47 </w:t>
      </w:r>
      <w:proofErr w:type="spellStart"/>
      <w:r w:rsidRPr="00B84380">
        <w:rPr>
          <w:highlight w:val="yellow"/>
        </w:rPr>
        <w:t>nimda.download.pcap</w:t>
      </w:r>
      <w:proofErr w:type="spellEnd"/>
    </w:p>
    <w:p w14:paraId="47AC41A1" w14:textId="77777777" w:rsidR="00335AD2" w:rsidRDefault="00335AD2" w:rsidP="00335AD2">
      <w:pPr>
        <w:pStyle w:val="CMDOutput"/>
      </w:pPr>
      <w:r>
        <w:t>-</w:t>
      </w:r>
      <w:proofErr w:type="spellStart"/>
      <w:r>
        <w:t>rw</w:t>
      </w:r>
      <w:proofErr w:type="spellEnd"/>
      <w:r>
        <w:t xml:space="preserve">-r--r-- 1 analyst </w:t>
      </w:r>
      <w:proofErr w:type="spellStart"/>
      <w:r>
        <w:t>analyst</w:t>
      </w:r>
      <w:proofErr w:type="spellEnd"/>
      <w:r>
        <w:t xml:space="preserve"> 3750153 May 25 11:10 </w:t>
      </w:r>
      <w:proofErr w:type="spellStart"/>
      <w:r>
        <w:t>wannacry_download_pcap.pcap</w:t>
      </w:r>
      <w:proofErr w:type="spellEnd"/>
    </w:p>
    <w:p w14:paraId="365E85F2" w14:textId="77777777" w:rsidR="00335AD2" w:rsidRDefault="00335AD2" w:rsidP="00335AD2">
      <w:pPr>
        <w:pStyle w:val="CMD"/>
      </w:pPr>
      <w:r>
        <w:t>[</w:t>
      </w:r>
      <w:proofErr w:type="spellStart"/>
      <w:r>
        <w:t>analyst@secOps</w:t>
      </w:r>
      <w:proofErr w:type="spellEnd"/>
      <w:r>
        <w:t xml:space="preserve"> </w:t>
      </w:r>
      <w:proofErr w:type="spellStart"/>
      <w:r>
        <w:t>pcaps</w:t>
      </w:r>
      <w:proofErr w:type="spellEnd"/>
      <w:r>
        <w:t>]$</w:t>
      </w:r>
    </w:p>
    <w:p w14:paraId="63456130" w14:textId="6A8ABFF0" w:rsidR="00335AD2" w:rsidRDefault="00335AD2" w:rsidP="00335AD2">
      <w:pPr>
        <w:pStyle w:val="SubStepAlpha"/>
      </w:pPr>
      <w:r>
        <w:t xml:space="preserve">Issue the command below to open the </w:t>
      </w:r>
      <w:proofErr w:type="spellStart"/>
      <w:r w:rsidRPr="006D2112">
        <w:rPr>
          <w:b/>
        </w:rPr>
        <w:t>nimda</w:t>
      </w:r>
      <w:r>
        <w:rPr>
          <w:b/>
        </w:rPr>
        <w:t>.</w:t>
      </w:r>
      <w:r w:rsidRPr="006D2112">
        <w:rPr>
          <w:b/>
        </w:rPr>
        <w:t>download.pcap</w:t>
      </w:r>
      <w:proofErr w:type="spellEnd"/>
      <w:r w:rsidRPr="00AC2348">
        <w:rPr>
          <w:b/>
        </w:rPr>
        <w:t xml:space="preserve"> </w:t>
      </w:r>
      <w:r>
        <w:t xml:space="preserve">file in </w:t>
      </w:r>
      <w:r w:rsidRPr="00456A88">
        <w:t>Wireshark</w:t>
      </w:r>
      <w:r>
        <w:t>.</w:t>
      </w:r>
    </w:p>
    <w:p w14:paraId="77AE6B31" w14:textId="4AE91300" w:rsidR="00335AD2" w:rsidRPr="007704BE" w:rsidRDefault="00335AD2" w:rsidP="00335AD2">
      <w:pPr>
        <w:pStyle w:val="CMD"/>
        <w:rPr>
          <w:sz w:val="18"/>
        </w:rPr>
      </w:pPr>
      <w:r w:rsidRPr="006E1B9E">
        <w:t>[</w:t>
      </w:r>
      <w:proofErr w:type="spellStart"/>
      <w:r w:rsidRPr="006E1B9E">
        <w:t>analyst@secOps</w:t>
      </w:r>
      <w:proofErr w:type="spellEnd"/>
      <w:r w:rsidRPr="006E1B9E">
        <w:t xml:space="preserve"> </w:t>
      </w:r>
      <w:proofErr w:type="spellStart"/>
      <w:r w:rsidRPr="006E1B9E">
        <w:t>pcaps</w:t>
      </w:r>
      <w:proofErr w:type="spellEnd"/>
      <w:r w:rsidRPr="006E1B9E">
        <w:t>]$</w:t>
      </w:r>
      <w:r w:rsidRPr="00F83F76">
        <w:rPr>
          <w:b/>
        </w:rPr>
        <w:t xml:space="preserve"> </w:t>
      </w:r>
      <w:proofErr w:type="spellStart"/>
      <w:r w:rsidRPr="007704BE">
        <w:rPr>
          <w:b/>
        </w:rPr>
        <w:t>wireshark</w:t>
      </w:r>
      <w:proofErr w:type="spellEnd"/>
      <w:r w:rsidRPr="007704BE">
        <w:rPr>
          <w:b/>
        </w:rPr>
        <w:t xml:space="preserve"> </w:t>
      </w:r>
      <w:proofErr w:type="spellStart"/>
      <w:r w:rsidRPr="007704BE">
        <w:rPr>
          <w:b/>
        </w:rPr>
        <w:t>nimda.download.pcap</w:t>
      </w:r>
      <w:proofErr w:type="spellEnd"/>
      <w:r w:rsidR="008E0387">
        <w:rPr>
          <w:b/>
        </w:rPr>
        <w:t xml:space="preserve"> &amp;</w:t>
      </w:r>
    </w:p>
    <w:p w14:paraId="79532132" w14:textId="2E7EA7F6" w:rsidR="00335AD2" w:rsidRDefault="00335AD2" w:rsidP="00335AD2">
      <w:pPr>
        <w:pStyle w:val="SubStepAlpha"/>
        <w:keepNext/>
      </w:pPr>
      <w:r w:rsidRPr="00DB406B">
        <w:t xml:space="preserve">The </w:t>
      </w:r>
      <w:proofErr w:type="spellStart"/>
      <w:r w:rsidRPr="00B84380">
        <w:rPr>
          <w:b/>
        </w:rPr>
        <w:t>nimda.download.pcap</w:t>
      </w:r>
      <w:proofErr w:type="spellEnd"/>
      <w:r>
        <w:t xml:space="preserve"> file contains the packet capture related to the malware download performed in a previous lab. The </w:t>
      </w:r>
      <w:proofErr w:type="spellStart"/>
      <w:r w:rsidRPr="00B84380">
        <w:rPr>
          <w:b/>
        </w:rPr>
        <w:t>pcap</w:t>
      </w:r>
      <w:proofErr w:type="spellEnd"/>
      <w:r>
        <w:t xml:space="preserve"> contains all the packets sent and received while </w:t>
      </w:r>
      <w:proofErr w:type="spellStart"/>
      <w:r w:rsidRPr="00B84380">
        <w:rPr>
          <w:b/>
        </w:rPr>
        <w:t>tcpdump</w:t>
      </w:r>
      <w:proofErr w:type="spellEnd"/>
      <w:r>
        <w:t xml:space="preserve"> was running. </w:t>
      </w:r>
      <w:r>
        <w:lastRenderedPageBreak/>
        <w:t>Select the fourth packet in the capture and expand the Hypertext Transfer Protocol to display as shown below.</w:t>
      </w:r>
    </w:p>
    <w:p w14:paraId="420A3146" w14:textId="1C111B34" w:rsidR="008A582F" w:rsidRDefault="008A582F" w:rsidP="00335AD2">
      <w:pPr>
        <w:pStyle w:val="Visual"/>
      </w:pPr>
      <w:r w:rsidRPr="006D37CA">
        <w:rPr>
          <w:noProof/>
        </w:rPr>
        <w:drawing>
          <wp:inline distT="0" distB="0" distL="0" distR="0" wp14:anchorId="574D6C63" wp14:editId="4025AD0C">
            <wp:extent cx="6400800" cy="3567430"/>
            <wp:effectExtent l="0" t="0" r="0" b="0"/>
            <wp:docPr id="3" name="Picture 3" descr="Screenshot shows the nimda.download.pcap file with the fourth packet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3567430"/>
                    </a:xfrm>
                    <a:prstGeom prst="rect">
                      <a:avLst/>
                    </a:prstGeom>
                  </pic:spPr>
                </pic:pic>
              </a:graphicData>
            </a:graphic>
          </wp:inline>
        </w:drawing>
      </w:r>
    </w:p>
    <w:p w14:paraId="3C7B1B8D" w14:textId="77777777" w:rsidR="00335AD2" w:rsidRDefault="00335AD2" w:rsidP="00335AD2">
      <w:pPr>
        <w:pStyle w:val="SubStepAlpha"/>
      </w:pPr>
      <w:r>
        <w:t>Packets one through three are the TCP handshake. The fourth packet shows</w:t>
      </w:r>
      <w:r w:rsidRPr="00B84380">
        <w:t xml:space="preserve"> the </w:t>
      </w:r>
      <w:r>
        <w:t>request for the malware file. Confirming what was already known, the request was done over HTTP, sent as a GET request.</w:t>
      </w:r>
    </w:p>
    <w:p w14:paraId="59DCCB7C" w14:textId="4F07A3E1" w:rsidR="00335AD2" w:rsidRDefault="00335AD2" w:rsidP="00335AD2">
      <w:pPr>
        <w:pStyle w:val="SubStepAlpha"/>
        <w:keepNext/>
      </w:pPr>
      <w:r>
        <w:lastRenderedPageBreak/>
        <w:t xml:space="preserve">Because HTTP runs over TCP, it is possible to use </w:t>
      </w:r>
      <w:r w:rsidRPr="00AE16FE">
        <w:rPr>
          <w:b/>
        </w:rPr>
        <w:t>Wireshark</w:t>
      </w:r>
      <w:r w:rsidRPr="00AE16FE">
        <w:t>’s</w:t>
      </w:r>
      <w:r>
        <w:t xml:space="preserve"> </w:t>
      </w:r>
      <w:r w:rsidRPr="00146AC7">
        <w:rPr>
          <w:b/>
        </w:rPr>
        <w:t>Follow TCP Stream</w:t>
      </w:r>
      <w:r>
        <w:t xml:space="preserve"> feature to rebuild the TCP transaction. Select the first TCP packet in the capture, a SYN packet. Right-click it and choose </w:t>
      </w:r>
      <w:r w:rsidRPr="00146AC7">
        <w:rPr>
          <w:b/>
        </w:rPr>
        <w:t>Follow</w:t>
      </w:r>
      <w:r w:rsidR="002C0597" w:rsidRPr="002C0597">
        <w:rPr>
          <w:bCs/>
        </w:rPr>
        <w:t xml:space="preserve"> &gt; </w:t>
      </w:r>
      <w:r w:rsidRPr="00146AC7">
        <w:rPr>
          <w:b/>
        </w:rPr>
        <w:t>TCP Stream</w:t>
      </w:r>
      <w:r>
        <w:t>.</w:t>
      </w:r>
    </w:p>
    <w:p w14:paraId="06773708" w14:textId="306BFC6E" w:rsidR="00335AD2" w:rsidRDefault="002C0597" w:rsidP="00335AD2">
      <w:pPr>
        <w:pStyle w:val="Visual"/>
      </w:pPr>
      <w:r w:rsidRPr="002C0597">
        <w:rPr>
          <w:noProof/>
        </w:rPr>
        <w:drawing>
          <wp:inline distT="0" distB="0" distL="0" distR="0" wp14:anchorId="39BFE339" wp14:editId="5279F2BE">
            <wp:extent cx="6400800" cy="3889374"/>
            <wp:effectExtent l="0" t="0" r="0" b="0"/>
            <wp:docPr id="8" name="Picture 8" descr="screenshot shows the nimda.download.pcap file with the first TCP packet selected and Follow TCP Stream option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3889374"/>
                    </a:xfrm>
                    <a:prstGeom prst="rect">
                      <a:avLst/>
                    </a:prstGeom>
                  </pic:spPr>
                </pic:pic>
              </a:graphicData>
            </a:graphic>
          </wp:inline>
        </w:drawing>
      </w:r>
    </w:p>
    <w:p w14:paraId="2686DF5C" w14:textId="77777777" w:rsidR="00335AD2" w:rsidRDefault="00335AD2" w:rsidP="00335AD2">
      <w:pPr>
        <w:pStyle w:val="SubStepAlpha"/>
        <w:keepNext/>
      </w:pPr>
      <w:r>
        <w:lastRenderedPageBreak/>
        <w:t>Wireshark displays another window containing the details for the entire selected TCP flow.</w:t>
      </w:r>
    </w:p>
    <w:p w14:paraId="2FF924B1" w14:textId="3A7183F6" w:rsidR="002C0597" w:rsidRDefault="002C0597" w:rsidP="00335AD2">
      <w:pPr>
        <w:pStyle w:val="Visual"/>
      </w:pPr>
      <w:r w:rsidRPr="002C0597">
        <w:rPr>
          <w:noProof/>
        </w:rPr>
        <w:drawing>
          <wp:inline distT="0" distB="0" distL="0" distR="0" wp14:anchorId="2FE03A34" wp14:editId="541982E4">
            <wp:extent cx="4505673" cy="4086225"/>
            <wp:effectExtent l="0" t="0" r="9525" b="0"/>
            <wp:docPr id="9" name="Picture 9" descr="Screenshot shows the Follow TCP Stream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36648" cy="4114317"/>
                    </a:xfrm>
                    <a:prstGeom prst="rect">
                      <a:avLst/>
                    </a:prstGeom>
                  </pic:spPr>
                </pic:pic>
              </a:graphicData>
            </a:graphic>
          </wp:inline>
        </w:drawing>
      </w:r>
    </w:p>
    <w:p w14:paraId="2DE003EF" w14:textId="71BF451C" w:rsidR="00335AD2" w:rsidRDefault="00335AD2" w:rsidP="00335AD2">
      <w:pPr>
        <w:pStyle w:val="Heading4"/>
      </w:pPr>
      <w:r>
        <w:t>Question</w:t>
      </w:r>
      <w:r w:rsidR="002C0597">
        <w:t>s</w:t>
      </w:r>
      <w:r>
        <w:t>:</w:t>
      </w:r>
    </w:p>
    <w:p w14:paraId="1AD1B1C6" w14:textId="7A807A48" w:rsidR="00335AD2" w:rsidRDefault="00335AD2" w:rsidP="00335AD2">
      <w:pPr>
        <w:pStyle w:val="BodyTextL50"/>
        <w:spacing w:before="0"/>
      </w:pPr>
      <w:r>
        <w:t xml:space="preserve">What are all those symbols shown in the </w:t>
      </w:r>
      <w:r w:rsidRPr="00456A88">
        <w:rPr>
          <w:b/>
        </w:rPr>
        <w:t>Follow TCP Stream</w:t>
      </w:r>
      <w:r>
        <w:t xml:space="preserve"> window? Are they connection noise? Data? Explain.</w:t>
      </w:r>
    </w:p>
    <w:p w14:paraId="3B92B50B" w14:textId="4D1220A8" w:rsidR="00335AD2" w:rsidRDefault="00335AD2" w:rsidP="00335AD2">
      <w:pPr>
        <w:pStyle w:val="AnswerLineL50"/>
      </w:pPr>
      <w:r>
        <w:t>Type your answers here.</w:t>
      </w:r>
    </w:p>
    <w:p w14:paraId="05918643" w14:textId="77777777" w:rsidR="00335AD2" w:rsidRDefault="00335AD2" w:rsidP="00335AD2">
      <w:pPr>
        <w:pStyle w:val="BodyTextL25"/>
        <w:ind w:left="720"/>
        <w:rPr>
          <w:rStyle w:val="AnswerGray"/>
        </w:rPr>
      </w:pPr>
      <w:r>
        <w:rPr>
          <w:rStyle w:val="AnswerGray"/>
        </w:rPr>
        <w:t>The symbols are the actual contents of the downloaded file. Because it is binary file, Wireshark does not know how to represent it. The displayed symbols are Wireshark’s best guess at making sense of the binary data while decoding it as text.</w:t>
      </w:r>
    </w:p>
    <w:p w14:paraId="3AD866A5" w14:textId="77777777" w:rsidR="00335AD2" w:rsidRDefault="00335AD2" w:rsidP="00335AD2">
      <w:pPr>
        <w:pStyle w:val="BodyTextL50"/>
      </w:pPr>
      <w:r>
        <w:t>There are a few readable words spread among the symbols. Why are they there?</w:t>
      </w:r>
    </w:p>
    <w:p w14:paraId="64838ABD" w14:textId="28BDF251" w:rsidR="00335AD2" w:rsidRDefault="00335AD2" w:rsidP="00335AD2">
      <w:pPr>
        <w:pStyle w:val="AnswerLineL50"/>
      </w:pPr>
      <w:r>
        <w:t>Type your answers here.</w:t>
      </w:r>
    </w:p>
    <w:p w14:paraId="565400B1" w14:textId="77777777" w:rsidR="00335AD2" w:rsidRDefault="00335AD2" w:rsidP="00335AD2">
      <w:pPr>
        <w:pStyle w:val="BodyTextL25"/>
        <w:ind w:left="720"/>
        <w:rPr>
          <w:rStyle w:val="AnswerGray"/>
        </w:rPr>
      </w:pPr>
      <w:r>
        <w:rPr>
          <w:rStyle w:val="AnswerGray"/>
        </w:rPr>
        <w:t>Those are strings contained in the executable code. Usually, these words are part of messages provided by the program to the user while it runs. While more of an art than a science, a skilled analyst can extract valuable information by reading through these fragments.</w:t>
      </w:r>
    </w:p>
    <w:p w14:paraId="6FAB5EDD" w14:textId="2F35D6A6" w:rsidR="00335AD2" w:rsidRDefault="00335AD2" w:rsidP="00335AD2">
      <w:pPr>
        <w:pStyle w:val="BodyTextL25"/>
        <w:ind w:left="720"/>
      </w:pPr>
      <w:r w:rsidRPr="00457295">
        <w:rPr>
          <w:b/>
        </w:rPr>
        <w:t>Challenge Question:</w:t>
      </w:r>
      <w:r>
        <w:t xml:space="preserve"> Despite the </w:t>
      </w:r>
      <w:r w:rsidRPr="00AE16FE">
        <w:rPr>
          <w:b/>
        </w:rPr>
        <w:t>W32.Nimda.Amm.exe</w:t>
      </w:r>
      <w:r>
        <w:t xml:space="preserve"> name, this executable is not the famous worm. For security reasons, this is another executable file that was renamed as </w:t>
      </w:r>
      <w:r w:rsidRPr="00AE16FE">
        <w:rPr>
          <w:b/>
        </w:rPr>
        <w:t>W32.Nimda.Amm.exe</w:t>
      </w:r>
      <w:r>
        <w:t xml:space="preserve">. Using the word fragments displayed by </w:t>
      </w:r>
      <w:r w:rsidRPr="00AE16FE">
        <w:rPr>
          <w:b/>
        </w:rPr>
        <w:t>Wireshark</w:t>
      </w:r>
      <w:r>
        <w:t xml:space="preserve">’s </w:t>
      </w:r>
      <w:r w:rsidRPr="0032598E">
        <w:rPr>
          <w:b/>
        </w:rPr>
        <w:t>Follow TCP Stream</w:t>
      </w:r>
      <w:r>
        <w:rPr>
          <w:b/>
        </w:rPr>
        <w:t xml:space="preserve"> </w:t>
      </w:r>
      <w:r>
        <w:t>window, can you tell what executable this really is?</w:t>
      </w:r>
    </w:p>
    <w:p w14:paraId="3F787CA4" w14:textId="3A44103E" w:rsidR="00335AD2" w:rsidRDefault="00335AD2" w:rsidP="00335AD2">
      <w:pPr>
        <w:pStyle w:val="AnswerLineL50"/>
      </w:pPr>
      <w:r>
        <w:t>Type your answers here.</w:t>
      </w:r>
    </w:p>
    <w:p w14:paraId="1D3FC8BB" w14:textId="77777777" w:rsidR="00335AD2" w:rsidRDefault="00335AD2" w:rsidP="00335AD2">
      <w:pPr>
        <w:pStyle w:val="BodyTextL25"/>
        <w:ind w:left="720"/>
      </w:pPr>
      <w:r>
        <w:rPr>
          <w:rStyle w:val="AnswerGray"/>
        </w:rPr>
        <w:lastRenderedPageBreak/>
        <w:t>Scrolling all the way down on that window reveals that this is the Microsoft Windows</w:t>
      </w:r>
      <w:r w:rsidRPr="007704BE">
        <w:rPr>
          <w:rStyle w:val="AnswerGray"/>
        </w:rPr>
        <w:t xml:space="preserve"> </w:t>
      </w:r>
      <w:r w:rsidRPr="00AF2C4A">
        <w:rPr>
          <w:rStyle w:val="AnswerGray"/>
          <w:b w:val="0"/>
        </w:rPr>
        <w:t>cmd.exe</w:t>
      </w:r>
      <w:r>
        <w:rPr>
          <w:rStyle w:val="AnswerGray"/>
          <w:rFonts w:ascii="Courier New" w:hAnsi="Courier New" w:cs="Courier New"/>
        </w:rPr>
        <w:t xml:space="preserve"> </w:t>
      </w:r>
      <w:r w:rsidRPr="00AF2C4A">
        <w:rPr>
          <w:rStyle w:val="AnswerGray"/>
        </w:rPr>
        <w:t>file</w:t>
      </w:r>
      <w:r>
        <w:rPr>
          <w:rStyle w:val="AnswerGray"/>
        </w:rPr>
        <w:t>.</w:t>
      </w:r>
    </w:p>
    <w:p w14:paraId="330464B5" w14:textId="77777777" w:rsidR="00335AD2" w:rsidRDefault="00335AD2" w:rsidP="00335AD2">
      <w:pPr>
        <w:pStyle w:val="SubStepAlpha"/>
      </w:pPr>
      <w:r>
        <w:t xml:space="preserve">Click </w:t>
      </w:r>
      <w:r w:rsidRPr="00456A88">
        <w:rPr>
          <w:b/>
        </w:rPr>
        <w:t>Close</w:t>
      </w:r>
      <w:r>
        <w:t xml:space="preserve"> in the Follow TCP Stream window to return to the Wireshark </w:t>
      </w:r>
      <w:proofErr w:type="spellStart"/>
      <w:r w:rsidRPr="00C456F3">
        <w:t>nimda</w:t>
      </w:r>
      <w:r>
        <w:t>.</w:t>
      </w:r>
      <w:r w:rsidRPr="00C456F3">
        <w:t>download.pcap</w:t>
      </w:r>
      <w:proofErr w:type="spellEnd"/>
      <w:r w:rsidRPr="00C456F3">
        <w:t xml:space="preserve"> </w:t>
      </w:r>
      <w:r>
        <w:t>file.</w:t>
      </w:r>
    </w:p>
    <w:p w14:paraId="4A984520" w14:textId="40AD7C9B" w:rsidR="00335AD2" w:rsidRPr="006E7CB2" w:rsidRDefault="00335AD2" w:rsidP="006E7CB2">
      <w:pPr>
        <w:pStyle w:val="Heading2"/>
      </w:pPr>
      <w:r w:rsidRPr="006E7CB2">
        <w:t xml:space="preserve">Extract Downloaded Files </w:t>
      </w:r>
      <w:r w:rsidR="005F2E32">
        <w:t>f</w:t>
      </w:r>
      <w:r w:rsidRPr="006E7CB2">
        <w:t>rom PCAP</w:t>
      </w:r>
    </w:p>
    <w:p w14:paraId="4EA0C081" w14:textId="77777777" w:rsidR="00335AD2" w:rsidRDefault="00335AD2" w:rsidP="00335AD2">
      <w:pPr>
        <w:pStyle w:val="BodyTextL25"/>
      </w:pPr>
      <w:r>
        <w:t xml:space="preserve">Because capture files contain all packets related to traffic, a PCAP of a download can be used to retrieve a previously downloaded file. Follow the steps below to use </w:t>
      </w:r>
      <w:r w:rsidRPr="0006725A">
        <w:rPr>
          <w:b/>
        </w:rPr>
        <w:t>Wireshark</w:t>
      </w:r>
      <w:r>
        <w:rPr>
          <w:b/>
        </w:rPr>
        <w:t xml:space="preserve"> </w:t>
      </w:r>
      <w:r>
        <w:t xml:space="preserve">to retrieve the </w:t>
      </w:r>
      <w:proofErr w:type="spellStart"/>
      <w:r>
        <w:t>Nimda</w:t>
      </w:r>
      <w:proofErr w:type="spellEnd"/>
      <w:r>
        <w:t xml:space="preserve"> malware.</w:t>
      </w:r>
    </w:p>
    <w:p w14:paraId="4A6E135D" w14:textId="0EE2B5A1" w:rsidR="006D37CA" w:rsidRDefault="00335AD2" w:rsidP="008A582F">
      <w:pPr>
        <w:pStyle w:val="SubStepAlpha"/>
      </w:pPr>
      <w:r>
        <w:t xml:space="preserve">In that fourth packet in the </w:t>
      </w:r>
      <w:proofErr w:type="spellStart"/>
      <w:r w:rsidRPr="008A582F">
        <w:rPr>
          <w:b/>
        </w:rPr>
        <w:t>nimda.download.pcap</w:t>
      </w:r>
      <w:proofErr w:type="spellEnd"/>
      <w:r>
        <w:t xml:space="preserve"> file, notice that the </w:t>
      </w:r>
      <w:r w:rsidRPr="008A582F">
        <w:rPr>
          <w:b/>
        </w:rPr>
        <w:t>HTTP GET</w:t>
      </w:r>
      <w:r>
        <w:t xml:space="preserve"> request was generated from </w:t>
      </w:r>
      <w:r w:rsidRPr="008A582F">
        <w:rPr>
          <w:b/>
        </w:rPr>
        <w:t>209.165.200.235</w:t>
      </w:r>
      <w:r>
        <w:t xml:space="preserve"> </w:t>
      </w:r>
      <w:r w:rsidRPr="0006725A">
        <w:t xml:space="preserve">to </w:t>
      </w:r>
      <w:r w:rsidRPr="008A582F">
        <w:rPr>
          <w:b/>
        </w:rPr>
        <w:t>209.165.202.133</w:t>
      </w:r>
      <w:r>
        <w:t>. The Info column also shows this is in fact the GET request for the file.</w:t>
      </w:r>
    </w:p>
    <w:p w14:paraId="2583E24C" w14:textId="3E8EEA78" w:rsidR="00335AD2" w:rsidRDefault="00335AD2" w:rsidP="000A703D">
      <w:pPr>
        <w:pStyle w:val="SubStepAlpha"/>
        <w:keepNext/>
      </w:pPr>
      <w:r>
        <w:t xml:space="preserve">With the GET request packet selected, navigate to </w:t>
      </w:r>
      <w:r w:rsidRPr="00334814">
        <w:rPr>
          <w:b/>
        </w:rPr>
        <w:t>File &gt; Export Objects &gt; HTTP</w:t>
      </w:r>
      <w:r>
        <w:t xml:space="preserve">, from </w:t>
      </w:r>
      <w:r w:rsidRPr="00334814">
        <w:rPr>
          <w:b/>
        </w:rPr>
        <w:t>Wireshark</w:t>
      </w:r>
      <w:r>
        <w:t>’s menu.</w:t>
      </w:r>
    </w:p>
    <w:p w14:paraId="389B625F" w14:textId="415D74A3" w:rsidR="00334814" w:rsidRDefault="00334814" w:rsidP="00335AD2">
      <w:pPr>
        <w:pStyle w:val="Visual"/>
      </w:pPr>
      <w:r w:rsidRPr="00334814">
        <w:rPr>
          <w:noProof/>
        </w:rPr>
        <w:drawing>
          <wp:inline distT="0" distB="0" distL="0" distR="0" wp14:anchorId="39506CDA" wp14:editId="283A3E83">
            <wp:extent cx="6400800" cy="3567430"/>
            <wp:effectExtent l="0" t="0" r="0" b="0"/>
            <wp:docPr id="12" name="Picture 12" descr="Screenshot shows nimda.download.pcap file with fourth packet highlighted and Export Objects and HTTP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00800" cy="3567430"/>
                    </a:xfrm>
                    <a:prstGeom prst="rect">
                      <a:avLst/>
                    </a:prstGeom>
                  </pic:spPr>
                </pic:pic>
              </a:graphicData>
            </a:graphic>
          </wp:inline>
        </w:drawing>
      </w:r>
    </w:p>
    <w:p w14:paraId="7A751E90" w14:textId="41349BAF" w:rsidR="00335AD2" w:rsidRDefault="00335AD2" w:rsidP="000D4918">
      <w:pPr>
        <w:pStyle w:val="SubStepAlpha"/>
        <w:keepNext/>
      </w:pPr>
      <w:r>
        <w:t xml:space="preserve">Wireshark will display all HTTP objects present in the TCP flow that contains the GET request. In this case, only the </w:t>
      </w:r>
      <w:r w:rsidRPr="00334814">
        <w:rPr>
          <w:b/>
        </w:rPr>
        <w:t>W32.Nimda.Amm.exe</w:t>
      </w:r>
      <w:r>
        <w:t xml:space="preserve"> file is present in the capture. It will take a few seconds before the file is displayed.</w:t>
      </w:r>
    </w:p>
    <w:p w14:paraId="7EF55DE6" w14:textId="0FF674D7" w:rsidR="00334814" w:rsidRDefault="00334814" w:rsidP="00BB4DBD">
      <w:pPr>
        <w:pStyle w:val="Visual"/>
        <w:spacing w:after="120"/>
      </w:pPr>
      <w:r w:rsidRPr="00334814">
        <w:rPr>
          <w:noProof/>
        </w:rPr>
        <w:drawing>
          <wp:inline distT="0" distB="0" distL="0" distR="0" wp14:anchorId="063C1AC5" wp14:editId="39945908">
            <wp:extent cx="5029200" cy="1243829"/>
            <wp:effectExtent l="0" t="0" r="0" b="0"/>
            <wp:docPr id="13" name="Picture 13" descr="Screenshot showing the Wireshark: HTTP object list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9200" cy="1243829"/>
                    </a:xfrm>
                    <a:prstGeom prst="rect">
                      <a:avLst/>
                    </a:prstGeom>
                  </pic:spPr>
                </pic:pic>
              </a:graphicData>
            </a:graphic>
          </wp:inline>
        </w:drawing>
      </w:r>
    </w:p>
    <w:p w14:paraId="068970A4" w14:textId="77777777" w:rsidR="00335AD2" w:rsidRDefault="00335AD2" w:rsidP="00335AD2">
      <w:pPr>
        <w:pStyle w:val="Heading4"/>
      </w:pPr>
      <w:r>
        <w:t>Question:</w:t>
      </w:r>
    </w:p>
    <w:p w14:paraId="7A2261DC" w14:textId="47FE6C31" w:rsidR="00335AD2" w:rsidRDefault="00335AD2" w:rsidP="00335AD2">
      <w:pPr>
        <w:pStyle w:val="SubStepAlpha"/>
        <w:numPr>
          <w:ilvl w:val="0"/>
          <w:numId w:val="0"/>
        </w:numPr>
        <w:spacing w:before="0"/>
        <w:ind w:left="720"/>
      </w:pPr>
      <w:r>
        <w:t xml:space="preserve">Why is </w:t>
      </w:r>
      <w:r w:rsidRPr="00ED1EDE">
        <w:rPr>
          <w:b/>
        </w:rPr>
        <w:t>W32.Nimda.Amm.exe</w:t>
      </w:r>
      <w:r>
        <w:t xml:space="preserve"> the only file in the capture?</w:t>
      </w:r>
    </w:p>
    <w:p w14:paraId="2A0A4245" w14:textId="6CC3D100" w:rsidR="00335AD2" w:rsidRDefault="00335AD2" w:rsidP="00BB4DBD">
      <w:pPr>
        <w:pStyle w:val="AnswerLineL50"/>
        <w:spacing w:after="1680"/>
      </w:pPr>
      <w:r>
        <w:t>Type your answers here.</w:t>
      </w:r>
    </w:p>
    <w:p w14:paraId="24DC880C" w14:textId="77777777" w:rsidR="00335AD2" w:rsidRPr="00ED1EDE" w:rsidRDefault="00335AD2" w:rsidP="00335AD2">
      <w:pPr>
        <w:pStyle w:val="SubStepAlpha"/>
        <w:numPr>
          <w:ilvl w:val="0"/>
          <w:numId w:val="0"/>
        </w:numPr>
        <w:ind w:left="720"/>
        <w:rPr>
          <w:rStyle w:val="AnswerGray"/>
        </w:rPr>
      </w:pPr>
      <w:r w:rsidRPr="00ED1EDE">
        <w:rPr>
          <w:rStyle w:val="AnswerGray"/>
        </w:rPr>
        <w:lastRenderedPageBreak/>
        <w:t>Because the capture was started right before the download and stopped right after. No other traffic was caught while the capture was active.</w:t>
      </w:r>
    </w:p>
    <w:p w14:paraId="3B5BF6E5" w14:textId="77777777" w:rsidR="00335AD2" w:rsidRDefault="00335AD2" w:rsidP="00335AD2">
      <w:pPr>
        <w:pStyle w:val="SubStepAlpha"/>
      </w:pPr>
      <w:r>
        <w:t xml:space="preserve">In the </w:t>
      </w:r>
      <w:r w:rsidRPr="00C165BA">
        <w:rPr>
          <w:b/>
        </w:rPr>
        <w:t>HTTP object list</w:t>
      </w:r>
      <w:r>
        <w:t xml:space="preserve"> window, select the </w:t>
      </w:r>
      <w:r w:rsidRPr="00ED1EDE">
        <w:rPr>
          <w:b/>
        </w:rPr>
        <w:t>W32.Nimda.Amm.exe</w:t>
      </w:r>
      <w:r>
        <w:t xml:space="preserve"> file and click </w:t>
      </w:r>
      <w:r w:rsidRPr="00456A88">
        <w:rPr>
          <w:b/>
        </w:rPr>
        <w:t>Save As</w:t>
      </w:r>
      <w:r>
        <w:t xml:space="preserve"> at the bottom of the screen.</w:t>
      </w:r>
    </w:p>
    <w:p w14:paraId="521B946B" w14:textId="77777777" w:rsidR="00335AD2" w:rsidRDefault="00335AD2" w:rsidP="00335AD2">
      <w:pPr>
        <w:pStyle w:val="SubStepAlpha"/>
      </w:pPr>
      <w:r>
        <w:t>Click</w:t>
      </w:r>
      <w:r w:rsidRPr="00C165BA">
        <w:t xml:space="preserve"> the left arrow until you see the </w:t>
      </w:r>
      <w:r w:rsidRPr="00C165BA">
        <w:rPr>
          <w:b/>
        </w:rPr>
        <w:t>Home</w:t>
      </w:r>
      <w:r>
        <w:t xml:space="preserve"> button. Click Home and </w:t>
      </w:r>
      <w:r w:rsidRPr="00C165BA">
        <w:t xml:space="preserve">then click </w:t>
      </w:r>
      <w:r>
        <w:t xml:space="preserve">the </w:t>
      </w:r>
      <w:r w:rsidRPr="00C165BA">
        <w:rPr>
          <w:b/>
        </w:rPr>
        <w:t>analyst</w:t>
      </w:r>
      <w:r w:rsidRPr="00C165BA">
        <w:t xml:space="preserve"> folder (not the analyst tab).</w:t>
      </w:r>
      <w:r>
        <w:t xml:space="preserve"> Save the file there.</w:t>
      </w:r>
    </w:p>
    <w:p w14:paraId="0719B5ED" w14:textId="77777777" w:rsidR="00335AD2" w:rsidRDefault="00335AD2" w:rsidP="00335AD2">
      <w:pPr>
        <w:pStyle w:val="SubStepAlpha"/>
      </w:pPr>
      <w:r>
        <w:t xml:space="preserve">Return to your terminal window and ensure the file was saved. Change directory to the </w:t>
      </w:r>
      <w:r w:rsidRPr="00C165BA">
        <w:rPr>
          <w:b/>
        </w:rPr>
        <w:t>/home/analyst</w:t>
      </w:r>
      <w:r>
        <w:t xml:space="preserve"> folder and list the files in the folder using the </w:t>
      </w:r>
      <w:r w:rsidRPr="00456A88">
        <w:rPr>
          <w:b/>
        </w:rPr>
        <w:t>ls</w:t>
      </w:r>
      <w:r>
        <w:rPr>
          <w:b/>
        </w:rPr>
        <w:t xml:space="preserve"> -l</w:t>
      </w:r>
      <w:r>
        <w:t xml:space="preserve"> command.</w:t>
      </w:r>
    </w:p>
    <w:p w14:paraId="0064EB8A" w14:textId="77777777" w:rsidR="00335AD2" w:rsidRPr="00AB2501" w:rsidRDefault="00335AD2" w:rsidP="00335AD2">
      <w:pPr>
        <w:pStyle w:val="CMD"/>
      </w:pPr>
      <w:r w:rsidRPr="00AB2501">
        <w:t>[</w:t>
      </w:r>
      <w:proofErr w:type="spellStart"/>
      <w:r w:rsidRPr="00AB2501">
        <w:t>analyst@secOps</w:t>
      </w:r>
      <w:proofErr w:type="spellEnd"/>
      <w:r w:rsidRPr="00AB2501">
        <w:t xml:space="preserve"> </w:t>
      </w:r>
      <w:proofErr w:type="spellStart"/>
      <w:r w:rsidRPr="00AB2501">
        <w:t>pcaps</w:t>
      </w:r>
      <w:proofErr w:type="spellEnd"/>
      <w:r w:rsidRPr="00AB2501">
        <w:t xml:space="preserve">]$ </w:t>
      </w:r>
      <w:r w:rsidRPr="00456A88">
        <w:rPr>
          <w:b/>
          <w:sz w:val="18"/>
        </w:rPr>
        <w:t>cd /home/analyst</w:t>
      </w:r>
    </w:p>
    <w:p w14:paraId="3AACC794" w14:textId="77777777" w:rsidR="00335AD2" w:rsidRDefault="00335AD2" w:rsidP="00335AD2">
      <w:pPr>
        <w:pStyle w:val="CMD"/>
      </w:pPr>
      <w:r w:rsidRPr="00AB2501">
        <w:t>[</w:t>
      </w:r>
      <w:proofErr w:type="spellStart"/>
      <w:r w:rsidRPr="00AB2501">
        <w:t>analyst@secOps</w:t>
      </w:r>
      <w:proofErr w:type="spellEnd"/>
      <w:r w:rsidRPr="00AB2501">
        <w:t xml:space="preserve"> ~]$ </w:t>
      </w:r>
      <w:r w:rsidRPr="00456A88">
        <w:rPr>
          <w:b/>
          <w:sz w:val="18"/>
        </w:rPr>
        <w:t>ls –l</w:t>
      </w:r>
    </w:p>
    <w:p w14:paraId="11714652" w14:textId="77777777" w:rsidR="00335AD2" w:rsidRDefault="00335AD2" w:rsidP="00335AD2">
      <w:pPr>
        <w:pStyle w:val="CMDOutput"/>
      </w:pPr>
      <w:r>
        <w:t>total 364</w:t>
      </w:r>
    </w:p>
    <w:p w14:paraId="41A37994" w14:textId="77777777" w:rsidR="00335AD2" w:rsidRDefault="00335AD2" w:rsidP="00335AD2">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26  2014 Desktop</w:t>
      </w:r>
    </w:p>
    <w:p w14:paraId="377BE8AD" w14:textId="77777777" w:rsidR="00335AD2" w:rsidRDefault="00335AD2" w:rsidP="00335AD2">
      <w:pPr>
        <w:pStyle w:val="CMDOutput"/>
      </w:pPr>
      <w:proofErr w:type="spellStart"/>
      <w:r>
        <w:t>drwx</w:t>
      </w:r>
      <w:proofErr w:type="spellEnd"/>
      <w:r>
        <w:t xml:space="preserve">------ 3 analyst </w:t>
      </w:r>
      <w:proofErr w:type="spellStart"/>
      <w:r>
        <w:t>analyst</w:t>
      </w:r>
      <w:proofErr w:type="spellEnd"/>
      <w:r>
        <w:t xml:space="preserve">   4096 May 25 11:16 Downloads</w:t>
      </w:r>
    </w:p>
    <w:p w14:paraId="2799FA62" w14:textId="77777777" w:rsidR="00335AD2" w:rsidRDefault="00335AD2" w:rsidP="00335AD2">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May 22 08:39 extra</w:t>
      </w:r>
    </w:p>
    <w:p w14:paraId="59274AA8" w14:textId="77777777" w:rsidR="00335AD2" w:rsidRDefault="00335AD2" w:rsidP="00335AD2">
      <w:pPr>
        <w:pStyle w:val="CMDOutput"/>
      </w:pPr>
      <w:proofErr w:type="spellStart"/>
      <w:r>
        <w:t>drwxr</w:t>
      </w:r>
      <w:proofErr w:type="spellEnd"/>
      <w:r>
        <w:t>-</w:t>
      </w:r>
      <w:proofErr w:type="spellStart"/>
      <w:r>
        <w:t>xr-x</w:t>
      </w:r>
      <w:proofErr w:type="spellEnd"/>
      <w:r>
        <w:t xml:space="preserve"> 8 analyst </w:t>
      </w:r>
      <w:proofErr w:type="spellStart"/>
      <w:r>
        <w:t>analyst</w:t>
      </w:r>
      <w:proofErr w:type="spellEnd"/>
      <w:r>
        <w:t xml:space="preserve">   4096 Jun 22 11:38 </w:t>
      </w:r>
      <w:proofErr w:type="spellStart"/>
      <w:r>
        <w:t>lab.support.files</w:t>
      </w:r>
      <w:proofErr w:type="spellEnd"/>
    </w:p>
    <w:p w14:paraId="5367ECB1" w14:textId="77777777" w:rsidR="00335AD2" w:rsidRDefault="00335AD2" w:rsidP="00335AD2">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Mar  3 15:56 </w:t>
      </w:r>
      <w:proofErr w:type="spellStart"/>
      <w:r>
        <w:t>second_drive</w:t>
      </w:r>
      <w:proofErr w:type="spellEnd"/>
    </w:p>
    <w:p w14:paraId="54F01E16" w14:textId="77777777" w:rsidR="00335AD2" w:rsidRDefault="00335AD2" w:rsidP="00335AD2">
      <w:pPr>
        <w:pStyle w:val="CMDOutput"/>
      </w:pPr>
      <w:r w:rsidRPr="00E06285">
        <w:rPr>
          <w:highlight w:val="yellow"/>
        </w:rPr>
        <w:t>-</w:t>
      </w:r>
      <w:proofErr w:type="spellStart"/>
      <w:r w:rsidRPr="00E06285">
        <w:rPr>
          <w:highlight w:val="yellow"/>
        </w:rPr>
        <w:t>rw</w:t>
      </w:r>
      <w:proofErr w:type="spellEnd"/>
      <w:r w:rsidRPr="00E06285">
        <w:rPr>
          <w:highlight w:val="yellow"/>
        </w:rPr>
        <w:t xml:space="preserve">-r--r-- 1 analyst </w:t>
      </w:r>
      <w:proofErr w:type="spellStart"/>
      <w:r w:rsidRPr="00E06285">
        <w:rPr>
          <w:highlight w:val="yellow"/>
        </w:rPr>
        <w:t>analyst</w:t>
      </w:r>
      <w:proofErr w:type="spellEnd"/>
      <w:r w:rsidRPr="00E06285">
        <w:rPr>
          <w:highlight w:val="yellow"/>
        </w:rPr>
        <w:t xml:space="preserve"> 345088 Jun 22 15:12 W32.Nimda.Amm.exe</w:t>
      </w:r>
    </w:p>
    <w:p w14:paraId="1ABF1F64" w14:textId="77777777" w:rsidR="00335AD2" w:rsidRPr="00456A88" w:rsidRDefault="00335AD2" w:rsidP="00335AD2">
      <w:pPr>
        <w:pStyle w:val="CMDOutput"/>
      </w:pPr>
      <w:r>
        <w:t>[</w:t>
      </w:r>
      <w:proofErr w:type="spellStart"/>
      <w:r>
        <w:t>analyst@secOps</w:t>
      </w:r>
      <w:proofErr w:type="spellEnd"/>
      <w:r>
        <w:t xml:space="preserve"> </w:t>
      </w:r>
      <w:r w:rsidRPr="00AB2501">
        <w:t>~</w:t>
      </w:r>
      <w:r w:rsidRPr="00456A88">
        <w:t xml:space="preserve">]$ </w:t>
      </w:r>
    </w:p>
    <w:p w14:paraId="6F59F9E4" w14:textId="77777777" w:rsidR="00335AD2" w:rsidRDefault="00335AD2" w:rsidP="00335AD2">
      <w:pPr>
        <w:pStyle w:val="Heading4"/>
      </w:pPr>
      <w:r>
        <w:t>Question:</w:t>
      </w:r>
    </w:p>
    <w:p w14:paraId="1976647C" w14:textId="77777777" w:rsidR="00335AD2" w:rsidRDefault="00335AD2" w:rsidP="00335AD2">
      <w:pPr>
        <w:pStyle w:val="BodyTextL50"/>
        <w:spacing w:before="0"/>
      </w:pPr>
      <w:r>
        <w:t>Was the file saved?</w:t>
      </w:r>
    </w:p>
    <w:p w14:paraId="576679AE" w14:textId="5E015368" w:rsidR="00335AD2" w:rsidRDefault="00335AD2" w:rsidP="00BB4DBD">
      <w:pPr>
        <w:pStyle w:val="AnswerLineL50"/>
        <w:spacing w:after="240"/>
      </w:pPr>
      <w:r>
        <w:t>Type your answers here.</w:t>
      </w:r>
    </w:p>
    <w:p w14:paraId="3123FA4C" w14:textId="1C35CF82" w:rsidR="00335AD2" w:rsidRDefault="00335AD2" w:rsidP="00335AD2">
      <w:pPr>
        <w:pStyle w:val="BodyTextL50"/>
        <w:rPr>
          <w:rStyle w:val="AnswerGray"/>
        </w:rPr>
      </w:pPr>
      <w:r>
        <w:rPr>
          <w:rStyle w:val="AnswerGray"/>
        </w:rPr>
        <w:t>Yes</w:t>
      </w:r>
    </w:p>
    <w:p w14:paraId="4C460D93" w14:textId="77777777" w:rsidR="00335AD2" w:rsidRDefault="00335AD2" w:rsidP="00335AD2">
      <w:pPr>
        <w:pStyle w:val="SubStepAlpha"/>
      </w:pPr>
      <w:r>
        <w:t xml:space="preserve">The </w:t>
      </w:r>
      <w:r w:rsidRPr="00E06285">
        <w:rPr>
          <w:b/>
        </w:rPr>
        <w:t>file</w:t>
      </w:r>
      <w:r>
        <w:t xml:space="preserve"> command gives information on the file type. Use the file command to learn a little more about the malware, as show below:</w:t>
      </w:r>
    </w:p>
    <w:p w14:paraId="3683A3AF" w14:textId="77777777" w:rsidR="00335AD2" w:rsidRPr="00740E63" w:rsidRDefault="00335AD2" w:rsidP="00335AD2">
      <w:pPr>
        <w:pStyle w:val="CMD"/>
      </w:pPr>
      <w:r w:rsidRPr="00456A88">
        <w:t>[</w:t>
      </w:r>
      <w:proofErr w:type="spellStart"/>
      <w:r w:rsidRPr="00456A88">
        <w:t>analyst@secOps</w:t>
      </w:r>
      <w:proofErr w:type="spellEnd"/>
      <w:r w:rsidRPr="00456A88">
        <w:t xml:space="preserve"> ~]$</w:t>
      </w:r>
      <w:r>
        <w:t xml:space="preserve"> </w:t>
      </w:r>
      <w:r w:rsidRPr="00CC7BED">
        <w:rPr>
          <w:b/>
        </w:rPr>
        <w:t>file W32.Nimda.Amm.exe</w:t>
      </w:r>
    </w:p>
    <w:p w14:paraId="732B3DE6" w14:textId="77777777" w:rsidR="00335AD2" w:rsidRDefault="00335AD2" w:rsidP="00335AD2">
      <w:pPr>
        <w:pStyle w:val="CMDOutput"/>
      </w:pPr>
      <w:r>
        <w:t>W32.Nimda.Amm.exe: PE32+ executable (console) x86-64, for MS Windows</w:t>
      </w:r>
    </w:p>
    <w:p w14:paraId="5CF28BC7" w14:textId="77777777" w:rsidR="00335AD2" w:rsidRPr="00456A88" w:rsidRDefault="00335AD2" w:rsidP="00335AD2">
      <w:pPr>
        <w:pStyle w:val="CMDOutput"/>
      </w:pPr>
      <w:r w:rsidRPr="00456A88">
        <w:t>[</w:t>
      </w:r>
      <w:proofErr w:type="spellStart"/>
      <w:r w:rsidRPr="00456A88">
        <w:t>analyst@secOps</w:t>
      </w:r>
      <w:proofErr w:type="spellEnd"/>
      <w:r w:rsidRPr="00456A88">
        <w:t xml:space="preserve"> ~]$</w:t>
      </w:r>
    </w:p>
    <w:p w14:paraId="5FE9286F" w14:textId="77777777" w:rsidR="00335AD2" w:rsidRDefault="00335AD2" w:rsidP="00335AD2">
      <w:pPr>
        <w:pStyle w:val="SubStepAlpha"/>
        <w:numPr>
          <w:ilvl w:val="0"/>
          <w:numId w:val="0"/>
        </w:numPr>
        <w:ind w:left="720"/>
      </w:pPr>
      <w:r>
        <w:t xml:space="preserve">As seen above, </w:t>
      </w:r>
      <w:r w:rsidRPr="005E4119">
        <w:rPr>
          <w:b/>
        </w:rPr>
        <w:t>W32.Nimda.Amm.exe</w:t>
      </w:r>
      <w:r>
        <w:t xml:space="preserve"> is indeed a Windows executable file.</w:t>
      </w:r>
    </w:p>
    <w:p w14:paraId="5D3FA8DD" w14:textId="77777777" w:rsidR="00335AD2" w:rsidRDefault="00335AD2" w:rsidP="00335AD2">
      <w:pPr>
        <w:pStyle w:val="Heading4"/>
      </w:pPr>
      <w:r>
        <w:t>Question:</w:t>
      </w:r>
    </w:p>
    <w:p w14:paraId="0EC10DAF" w14:textId="4FDFF17A" w:rsidR="00335AD2" w:rsidRDefault="00335AD2" w:rsidP="00335AD2">
      <w:pPr>
        <w:pStyle w:val="SubStepAlpha"/>
        <w:numPr>
          <w:ilvl w:val="0"/>
          <w:numId w:val="0"/>
        </w:numPr>
        <w:spacing w:before="0"/>
        <w:ind w:left="720"/>
      </w:pPr>
      <w:r>
        <w:t>In the malware analysis process, what would be a probable next step for a security analyst?</w:t>
      </w:r>
    </w:p>
    <w:p w14:paraId="323753BB" w14:textId="09549495" w:rsidR="00335AD2" w:rsidRDefault="00335AD2" w:rsidP="00BB4DBD">
      <w:pPr>
        <w:pStyle w:val="AnswerLineL50"/>
        <w:spacing w:after="1680"/>
      </w:pPr>
      <w:r>
        <w:t>Type your answers here.</w:t>
      </w:r>
    </w:p>
    <w:p w14:paraId="363A7392" w14:textId="77777777" w:rsidR="00335AD2" w:rsidRDefault="00335AD2" w:rsidP="00335AD2">
      <w:pPr>
        <w:pStyle w:val="SubStepAlpha"/>
        <w:numPr>
          <w:ilvl w:val="0"/>
          <w:numId w:val="0"/>
        </w:numPr>
        <w:ind w:left="720"/>
        <w:rPr>
          <w:rStyle w:val="AnswerGray"/>
        </w:rPr>
      </w:pPr>
      <w:r>
        <w:rPr>
          <w:rStyle w:val="AnswerGray"/>
        </w:rPr>
        <w:t xml:space="preserve">The goal is to identify the type of malware and analyze its behavior. Therefore, the malware file should be moved to a controlled environment and execute it to watch its behavior. Malware analysis environments often rely on virtual machines and are sandboxed to avoid damage to non-test systems. Such environments usually contain tools that facilitate monitoring of the malware execution; resources usage, network connections and operating system changes are common monitored aspects. </w:t>
      </w:r>
    </w:p>
    <w:p w14:paraId="7B706C4C" w14:textId="77777777" w:rsidR="00335AD2" w:rsidRDefault="00335AD2" w:rsidP="00335AD2">
      <w:pPr>
        <w:pStyle w:val="SubStepAlpha"/>
        <w:numPr>
          <w:ilvl w:val="0"/>
          <w:numId w:val="0"/>
        </w:numPr>
        <w:ind w:left="720"/>
      </w:pPr>
      <w:r>
        <w:rPr>
          <w:rStyle w:val="AnswerGray"/>
        </w:rPr>
        <w:t xml:space="preserve">There are also a few Internet-based malware analysis tools. </w:t>
      </w:r>
      <w:proofErr w:type="spellStart"/>
      <w:r>
        <w:rPr>
          <w:rStyle w:val="AnswerGray"/>
        </w:rPr>
        <w:t>VirusTotal</w:t>
      </w:r>
      <w:proofErr w:type="spellEnd"/>
      <w:r>
        <w:rPr>
          <w:rStyle w:val="AnswerGray"/>
        </w:rPr>
        <w:t xml:space="preserve"> (virustotal.com) is one example. Analysts upload malware to </w:t>
      </w:r>
      <w:proofErr w:type="spellStart"/>
      <w:r>
        <w:rPr>
          <w:rStyle w:val="AnswerGray"/>
        </w:rPr>
        <w:t>VirusTotal</w:t>
      </w:r>
      <w:proofErr w:type="spellEnd"/>
      <w:r>
        <w:rPr>
          <w:rStyle w:val="AnswerGray"/>
        </w:rPr>
        <w:t xml:space="preserve">, which in turn, executes the malicious code. After execution and a number of other checks, </w:t>
      </w:r>
      <w:proofErr w:type="spellStart"/>
      <w:r>
        <w:rPr>
          <w:rStyle w:val="AnswerGray"/>
        </w:rPr>
        <w:t>VirusTotal</w:t>
      </w:r>
      <w:proofErr w:type="spellEnd"/>
      <w:r>
        <w:rPr>
          <w:rStyle w:val="AnswerGray"/>
        </w:rPr>
        <w:t xml:space="preserve"> returns a report to the analyst.</w:t>
      </w:r>
    </w:p>
    <w:p w14:paraId="46F25EA5" w14:textId="4F3F58A5" w:rsidR="00C162C0" w:rsidRPr="00335AD2" w:rsidRDefault="00335AD2" w:rsidP="00335AD2">
      <w:pPr>
        <w:pStyle w:val="ConfigWindow"/>
      </w:pPr>
      <w:r w:rsidRPr="00335AD2">
        <w:t>End of document</w:t>
      </w:r>
    </w:p>
    <w:sectPr w:rsidR="00C162C0" w:rsidRPr="00335AD2" w:rsidSect="009C3182">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996EE" w14:textId="77777777" w:rsidR="00F171EA" w:rsidRDefault="00F171EA" w:rsidP="00710659">
      <w:pPr>
        <w:spacing w:after="0" w:line="240" w:lineRule="auto"/>
      </w:pPr>
      <w:r>
        <w:separator/>
      </w:r>
    </w:p>
    <w:p w14:paraId="326FFDBB" w14:textId="77777777" w:rsidR="00F171EA" w:rsidRDefault="00F171EA"/>
  </w:endnote>
  <w:endnote w:type="continuationSeparator" w:id="0">
    <w:p w14:paraId="1324F901" w14:textId="77777777" w:rsidR="00F171EA" w:rsidRDefault="00F171EA" w:rsidP="00710659">
      <w:pPr>
        <w:spacing w:after="0" w:line="240" w:lineRule="auto"/>
      </w:pPr>
      <w:r>
        <w:continuationSeparator/>
      </w:r>
    </w:p>
    <w:p w14:paraId="0C7152BD" w14:textId="77777777" w:rsidR="00F171EA" w:rsidRDefault="00F171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76AA3" w14:textId="2EFBF82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A4C2B">
          <w:t>2017</w:t>
        </w:r>
      </w:sdtContent>
    </w:sdt>
    <w:r>
      <w:t xml:space="preserve"> - </w:t>
    </w:r>
    <w:r>
      <w:fldChar w:fldCharType="begin"/>
    </w:r>
    <w:r>
      <w:instrText xml:space="preserve"> SAVEDATE  \@ "yyyy"  \* MERGEFORMAT </w:instrText>
    </w:r>
    <w:r>
      <w:fldChar w:fldCharType="separate"/>
    </w:r>
    <w:r w:rsidR="006E7CB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3602D" w14:textId="412DBD2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A4C2B">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E7CB2">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D393D4" w14:textId="77777777" w:rsidR="00F171EA" w:rsidRDefault="00F171EA" w:rsidP="00710659">
      <w:pPr>
        <w:spacing w:after="0" w:line="240" w:lineRule="auto"/>
      </w:pPr>
      <w:r>
        <w:separator/>
      </w:r>
    </w:p>
    <w:p w14:paraId="44DB1D3B" w14:textId="77777777" w:rsidR="00F171EA" w:rsidRDefault="00F171EA"/>
  </w:footnote>
  <w:footnote w:type="continuationSeparator" w:id="0">
    <w:p w14:paraId="2457C295" w14:textId="77777777" w:rsidR="00F171EA" w:rsidRDefault="00F171EA" w:rsidP="00710659">
      <w:pPr>
        <w:spacing w:after="0" w:line="240" w:lineRule="auto"/>
      </w:pPr>
      <w:r>
        <w:continuationSeparator/>
      </w:r>
    </w:p>
    <w:p w14:paraId="55D09A08" w14:textId="77777777" w:rsidR="00F171EA" w:rsidRDefault="00F171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19D3153000094414B9FFAFF8FE52C4FD"/>
      </w:placeholder>
      <w:dataBinding w:prefixMappings="xmlns:ns0='http://purl.org/dc/elements/1.1/' xmlns:ns1='http://schemas.openxmlformats.org/package/2006/metadata/core-properties' " w:xpath="/ns1:coreProperties[1]/ns0:title[1]" w:storeItemID="{6C3C8BC8-F283-45AE-878A-BAB7291924A1}"/>
      <w:text/>
    </w:sdtPr>
    <w:sdtEndPr/>
    <w:sdtContent>
      <w:p w14:paraId="06EF2063" w14:textId="77777777" w:rsidR="00926CB2" w:rsidRDefault="009A4C2B" w:rsidP="008402F2">
        <w:pPr>
          <w:pStyle w:val="PageHead"/>
        </w:pPr>
        <w:r>
          <w:t>Lab - Extract an Executable from a PCAP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F6B1A" w14:textId="77777777" w:rsidR="00926CB2" w:rsidRDefault="00882B63" w:rsidP="006C3FCF">
    <w:pPr>
      <w:ind w:left="-288"/>
    </w:pPr>
    <w:r>
      <w:rPr>
        <w:noProof/>
      </w:rPr>
      <w:drawing>
        <wp:inline distT="0" distB="0" distL="0" distR="0" wp14:anchorId="4D95102C" wp14:editId="6A9A4ED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468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TaskHead"/>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C2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2052"/>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597"/>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814"/>
    <w:rsid w:val="00334C33"/>
    <w:rsid w:val="00335AD2"/>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2E32"/>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7CA"/>
    <w:rsid w:val="006D3FC1"/>
    <w:rsid w:val="006D7590"/>
    <w:rsid w:val="006E372B"/>
    <w:rsid w:val="006E5FE9"/>
    <w:rsid w:val="006E6581"/>
    <w:rsid w:val="006E71DF"/>
    <w:rsid w:val="006E7CB2"/>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82F"/>
    <w:rsid w:val="008B06D4"/>
    <w:rsid w:val="008B4F20"/>
    <w:rsid w:val="008B68E7"/>
    <w:rsid w:val="008B7FFD"/>
    <w:rsid w:val="008C286A"/>
    <w:rsid w:val="008C2920"/>
    <w:rsid w:val="008C4307"/>
    <w:rsid w:val="008D23DF"/>
    <w:rsid w:val="008D73BF"/>
    <w:rsid w:val="008D7F09"/>
    <w:rsid w:val="008E00D5"/>
    <w:rsid w:val="008E038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749"/>
    <w:rsid w:val="00981CCA"/>
    <w:rsid w:val="00983B77"/>
    <w:rsid w:val="00996053"/>
    <w:rsid w:val="00997E71"/>
    <w:rsid w:val="009A0B2F"/>
    <w:rsid w:val="009A1CF4"/>
    <w:rsid w:val="009A37D7"/>
    <w:rsid w:val="009A4C2B"/>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5A4F"/>
    <w:rsid w:val="00AF7ACC"/>
    <w:rsid w:val="00B00914"/>
    <w:rsid w:val="00B02A8E"/>
    <w:rsid w:val="00B052EE"/>
    <w:rsid w:val="00B1081F"/>
    <w:rsid w:val="00B2496B"/>
    <w:rsid w:val="00B27499"/>
    <w:rsid w:val="00B3010D"/>
    <w:rsid w:val="00B35151"/>
    <w:rsid w:val="00B433F2"/>
    <w:rsid w:val="00B458E8"/>
    <w:rsid w:val="00B47940"/>
    <w:rsid w:val="00B50ED9"/>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4DBD"/>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1C83"/>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369D"/>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07BC1"/>
    <w:rsid w:val="00F10819"/>
    <w:rsid w:val="00F11219"/>
    <w:rsid w:val="00F16F35"/>
    <w:rsid w:val="00F171EA"/>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0969"/>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3FB85"/>
  <w15:docId w15:val="{054258B4-B268-4870-842D-0702FA62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07BC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07BC1"/>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07BC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07BC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335AD2"/>
    <w:pPr>
      <w:numPr>
        <w:numId w:val="12"/>
      </w:numPr>
    </w:pPr>
  </w:style>
  <w:style w:type="paragraph" w:customStyle="1" w:styleId="TaskHead">
    <w:name w:val="Task Head"/>
    <w:basedOn w:val="Normal"/>
    <w:next w:val="BodyTextL25"/>
    <w:rsid w:val="00335AD2"/>
    <w:pPr>
      <w:keepNext/>
      <w:numPr>
        <w:ilvl w:val="1"/>
        <w:numId w:val="11"/>
      </w:numPr>
      <w:spacing w:before="240"/>
      <w:outlineLvl w:val="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9D3153000094414B9FFAFF8FE52C4FD"/>
        <w:category>
          <w:name w:val="General"/>
          <w:gallery w:val="placeholder"/>
        </w:category>
        <w:types>
          <w:type w:val="bbPlcHdr"/>
        </w:types>
        <w:behaviors>
          <w:behavior w:val="content"/>
        </w:behaviors>
        <w:guid w:val="{52F3E382-6CF1-41AD-AE97-202C00DE46B9}"/>
      </w:docPartPr>
      <w:docPartBody>
        <w:p w:rsidR="000041B1" w:rsidRDefault="001337FF">
          <w:pPr>
            <w:pStyle w:val="19D3153000094414B9FFAFF8FE52C4F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7FF"/>
    <w:rsid w:val="000041B1"/>
    <w:rsid w:val="001337FF"/>
    <w:rsid w:val="007E2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9D3153000094414B9FFAFF8FE52C4FD">
    <w:name w:val="19D3153000094414B9FFAFF8FE52C4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C37E50-AA61-49C7-9217-EF566D24A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16</TotalTime>
  <Pages>6</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Lab - Extract an Executable from a PCAP</vt:lpstr>
    </vt:vector>
  </TitlesOfParts>
  <Company>Cisco Systems, Inc.</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Extract an Executable from a PCAP</dc:title>
  <dc:creator>SP</dc:creator>
  <dc:description>2017</dc:description>
  <cp:lastModifiedBy>Suk-Yi</cp:lastModifiedBy>
  <cp:revision>7</cp:revision>
  <dcterms:created xsi:type="dcterms:W3CDTF">2020-05-15T17:24:00Z</dcterms:created>
  <dcterms:modified xsi:type="dcterms:W3CDTF">2020-07-15T18:30:00Z</dcterms:modified>
</cp:coreProperties>
</file>